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D5" w:rsidRPr="00F0393E" w:rsidRDefault="00D516D5" w:rsidP="00A202DD">
      <w:pPr>
        <w:pStyle w:val="BodyText"/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6D5" w:rsidRPr="00F0393E" w:rsidRDefault="00D516D5" w:rsidP="00F0393E">
      <w:pPr>
        <w:pStyle w:val="BodyText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 xml:space="preserve">СОВЕТ ДЕПУТАТОВ </w:t>
      </w:r>
    </w:p>
    <w:p w:rsidR="00D516D5" w:rsidRPr="00F0393E" w:rsidRDefault="00D516D5" w:rsidP="00F0393E">
      <w:pPr>
        <w:pStyle w:val="BodyText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ВЕРХ-ЧИКСКОГО СЕЛЬСОВЕТА</w:t>
      </w:r>
    </w:p>
    <w:p w:rsidR="00D516D5" w:rsidRPr="00F0393E" w:rsidRDefault="00D516D5" w:rsidP="00F0393E">
      <w:pPr>
        <w:pStyle w:val="BodyText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 w:rsidR="00D516D5" w:rsidRDefault="00D516D5" w:rsidP="00F0393E">
      <w:pPr>
        <w:pStyle w:val="BodyText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пятого созыва</w:t>
      </w:r>
    </w:p>
    <w:p w:rsidR="00D516D5" w:rsidRPr="00F0393E" w:rsidRDefault="00D516D5" w:rsidP="00F0393E">
      <w:pPr>
        <w:pStyle w:val="BodyText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16D5" w:rsidRPr="00F0393E" w:rsidRDefault="00D516D5" w:rsidP="00F0393E">
      <w:pPr>
        <w:pStyle w:val="BodyText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РЕШЕНИЕ</w:t>
      </w:r>
    </w:p>
    <w:p w:rsidR="00D516D5" w:rsidRPr="00F0393E" w:rsidRDefault="00D516D5" w:rsidP="00F0393E">
      <w:pPr>
        <w:pStyle w:val="BodyText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шестнадцатой сессии</w:t>
      </w:r>
    </w:p>
    <w:p w:rsidR="00D516D5" w:rsidRPr="00F0393E" w:rsidRDefault="00D516D5" w:rsidP="00F0393E">
      <w:pPr>
        <w:pStyle w:val="BodyText"/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28.08.</w:t>
      </w:r>
      <w:r w:rsidRPr="00F0393E">
        <w:rPr>
          <w:rFonts w:ascii="Times New Roman" w:hAnsi="Times New Roman"/>
          <w:sz w:val="28"/>
          <w:szCs w:val="28"/>
        </w:rPr>
        <w:t xml:space="preserve">2017г.                                д. Верх-Чик         </w:t>
      </w:r>
      <w:r>
        <w:rPr>
          <w:rFonts w:ascii="Times New Roman" w:hAnsi="Times New Roman"/>
          <w:sz w:val="28"/>
          <w:szCs w:val="28"/>
        </w:rPr>
        <w:t xml:space="preserve">                         № 5</w:t>
      </w:r>
    </w:p>
    <w:p w:rsidR="00D516D5" w:rsidRPr="00F0393E" w:rsidRDefault="00D516D5" w:rsidP="005E281B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D516D5" w:rsidRPr="00F0393E" w:rsidRDefault="00D516D5" w:rsidP="005E28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 xml:space="preserve">О формировании избирательной комиссии муниципального образования Верх-Чикского сельсовета </w:t>
      </w:r>
    </w:p>
    <w:p w:rsidR="00D516D5" w:rsidRPr="00F0393E" w:rsidRDefault="00D516D5" w:rsidP="005E281B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D516D5" w:rsidRPr="00F0393E" w:rsidRDefault="00D516D5" w:rsidP="00F03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393E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для назначения в состав избирательной комиссии  муниципального образования Верх-Чикского сельсовета, в соответствии со статьями 20, 22, 24, 29 Федерального закона «Об основных гарантиях избирательных прав и права на участие в референдуме граждан Российской Федерации», статьями 3, 4, 6, 11 Закона Новосибирской области «Об избирательных комиссиях, комиссиях референдума в Новосибирской области, статьей 33 Устава Верх-Чикского сельсовета Ордынского района Новосибирской области, решением Совета депутатов  Верх-Чикского сельсовета от 06.06.2017 года  № 6 «О начале формировании  избирательной комиссии Верх-Чикского  сельсовета Ордынского района Новосибирской области» Совет депутатов</w:t>
      </w:r>
    </w:p>
    <w:p w:rsidR="00D516D5" w:rsidRPr="00F0393E" w:rsidRDefault="00D516D5" w:rsidP="00F0393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93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516D5" w:rsidRPr="00F0393E" w:rsidRDefault="00D516D5" w:rsidP="005E281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1. Сформировать избирательную комиссию муниципального образования Верх-Чикского сельсовета в количестве 6 членов с правом решающего голоса, назначив в её состав:</w:t>
      </w:r>
    </w:p>
    <w:p w:rsidR="00D516D5" w:rsidRPr="00F0393E" w:rsidRDefault="00D516D5" w:rsidP="00B1252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Куликова Наталья Борисовна, 05.12.1972 года рождения, образование среднее специальное, МКУ СКЦ Ордынского района, Верх-Чикский сельский Дом Культуры, методист, предложенную для назначения в состав комиссии Всероссийской политической партией «Единая Россия».</w:t>
      </w:r>
    </w:p>
    <w:p w:rsidR="00D516D5" w:rsidRPr="00F0393E" w:rsidRDefault="00D516D5" w:rsidP="005E281B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Фишер Елена Юрьевна, 14.01.1974 года рождения, образование среднее специальное, МКОУ Верх-Чикской СОШ, повар,</w:t>
      </w:r>
      <w:r w:rsidRPr="00F0393E">
        <w:rPr>
          <w:rFonts w:ascii="Times New Roman" w:hAnsi="Times New Roman"/>
          <w:bCs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предложенную</w:t>
      </w:r>
      <w:r w:rsidRPr="00F039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для назначения в состав комиссии собранием избирателей по месту работы.</w:t>
      </w:r>
    </w:p>
    <w:p w:rsidR="00D516D5" w:rsidRPr="00F0393E" w:rsidRDefault="00D516D5" w:rsidP="00B037BA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Яценко Людмила Николаевна, 27.06.1964 года рождения, образование среднее специальное, МКУ СКЦ Ордынского района, Верх-Чикский СДК, уборщик служебных помещений,</w:t>
      </w:r>
      <w:r w:rsidRPr="00F0393E">
        <w:rPr>
          <w:rFonts w:ascii="Times New Roman" w:hAnsi="Times New Roman"/>
          <w:bCs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предложенную</w:t>
      </w:r>
      <w:r w:rsidRPr="00F039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для назначения в состав комиссии собранием избирателей по месту работы.</w:t>
      </w:r>
    </w:p>
    <w:p w:rsidR="00D516D5" w:rsidRPr="00F0393E" w:rsidRDefault="00D516D5" w:rsidP="00B037BA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 xml:space="preserve"> Усольцева Наталья Николаевна, 13.04.1986 года рождения, образование среднее, МКУК Ордынская ЦБС, библиотекарь, предложенную</w:t>
      </w:r>
      <w:r w:rsidRPr="00F039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для назначения в состав комиссии собранием избирателей по месту работы.</w:t>
      </w:r>
    </w:p>
    <w:p w:rsidR="00D516D5" w:rsidRPr="00F0393E" w:rsidRDefault="00D516D5" w:rsidP="008726DE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>Переберина Татьяна Николаевна, 15.05.1977 года рождения, образование среднее специальное, ГБУЗ НСО Ордынская ЦРБ, Верх-Чикский ФАП, уборщик служебных помещений,</w:t>
      </w:r>
      <w:r w:rsidRPr="00F0393E">
        <w:rPr>
          <w:rFonts w:ascii="Times New Roman" w:hAnsi="Times New Roman"/>
          <w:bCs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предложенную</w:t>
      </w:r>
      <w:r w:rsidRPr="00F039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для назначения в состав комиссии собранием избирателей по месту работы.</w:t>
      </w:r>
    </w:p>
    <w:p w:rsidR="00D516D5" w:rsidRPr="00F0393E" w:rsidRDefault="00D516D5" w:rsidP="00F0393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393E">
        <w:rPr>
          <w:rFonts w:ascii="Times New Roman" w:hAnsi="Times New Roman"/>
          <w:sz w:val="28"/>
          <w:szCs w:val="28"/>
        </w:rPr>
        <w:t xml:space="preserve">        Жарикова Алла Владимировна, 13.08.1963 года рождения, образование среднее специальное, МКУ СКЦ Ордынского района, Верх-Чикский сельский Дом Культуры, директор,</w:t>
      </w:r>
      <w:r w:rsidRPr="00F0393E">
        <w:rPr>
          <w:rFonts w:ascii="Times New Roman" w:hAnsi="Times New Roman"/>
          <w:bCs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предложенную</w:t>
      </w:r>
      <w:r w:rsidRPr="00F039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393E">
        <w:rPr>
          <w:rFonts w:ascii="Times New Roman" w:hAnsi="Times New Roman"/>
          <w:sz w:val="28"/>
          <w:szCs w:val="28"/>
        </w:rPr>
        <w:t>для назначения в состав комиссии  собранием избирателей по месту работы.</w:t>
      </w:r>
    </w:p>
    <w:p w:rsidR="00D516D5" w:rsidRPr="00F0393E" w:rsidRDefault="00D516D5" w:rsidP="00F03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393E">
        <w:rPr>
          <w:rFonts w:ascii="Times New Roman" w:hAnsi="Times New Roman" w:cs="Times New Roman"/>
          <w:sz w:val="28"/>
          <w:szCs w:val="28"/>
        </w:rPr>
        <w:t>2. Провести первое (организационное) заседание избирательной комиссии  29 августа 2017  года.</w:t>
      </w:r>
    </w:p>
    <w:p w:rsidR="00D516D5" w:rsidRPr="00F0393E" w:rsidRDefault="00D516D5" w:rsidP="00F03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393E">
        <w:rPr>
          <w:rFonts w:ascii="Times New Roman" w:hAnsi="Times New Roman" w:cs="Times New Roman"/>
          <w:sz w:val="28"/>
          <w:szCs w:val="28"/>
        </w:rPr>
        <w:t>3. Решение вступает в силу со дня подписания.</w:t>
      </w:r>
    </w:p>
    <w:p w:rsidR="00D516D5" w:rsidRPr="00F0393E" w:rsidRDefault="00D516D5" w:rsidP="00F03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393E">
        <w:rPr>
          <w:rFonts w:ascii="Times New Roman" w:hAnsi="Times New Roman" w:cs="Times New Roman"/>
          <w:sz w:val="28"/>
          <w:szCs w:val="28"/>
        </w:rPr>
        <w:t>4. Опубликовать настоящее решение в периодическом печатном издании органа местного самоуправления «Верх-Чикский вестник».</w:t>
      </w:r>
    </w:p>
    <w:p w:rsidR="00D516D5" w:rsidRPr="00F0393E" w:rsidRDefault="00D516D5" w:rsidP="00F03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393E">
        <w:rPr>
          <w:rFonts w:ascii="Times New Roman" w:hAnsi="Times New Roman" w:cs="Times New Roman"/>
          <w:sz w:val="28"/>
          <w:szCs w:val="28"/>
        </w:rPr>
        <w:t>5. Контроль за исполнением настоящего решения  возложить на заместителя председателя Совета депутатов Верх-Чикского сельсовета Герасимова А.М..</w:t>
      </w:r>
    </w:p>
    <w:p w:rsidR="00D516D5" w:rsidRPr="00F0393E" w:rsidRDefault="00D516D5" w:rsidP="00F03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16D5" w:rsidRPr="00F0393E" w:rsidRDefault="00D516D5" w:rsidP="005E281B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968"/>
        <w:gridCol w:w="4603"/>
      </w:tblGrid>
      <w:tr w:rsidR="00D516D5" w:rsidRPr="00F0393E" w:rsidTr="00EF7F11">
        <w:tc>
          <w:tcPr>
            <w:tcW w:w="4968" w:type="dxa"/>
          </w:tcPr>
          <w:p w:rsidR="00D516D5" w:rsidRPr="00F0393E" w:rsidRDefault="00D516D5" w:rsidP="00EF7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393E">
              <w:rPr>
                <w:rFonts w:ascii="Times New Roman" w:hAnsi="Times New Roman"/>
                <w:color w:val="000000"/>
                <w:sz w:val="28"/>
                <w:szCs w:val="28"/>
              </w:rPr>
              <w:t>Глава Верх-Чикского сельсовета</w:t>
            </w:r>
          </w:p>
          <w:p w:rsidR="00D516D5" w:rsidRPr="00F0393E" w:rsidRDefault="00D516D5" w:rsidP="00EF7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393E">
              <w:rPr>
                <w:rFonts w:ascii="Times New Roman" w:hAnsi="Times New Roman"/>
                <w:color w:val="000000"/>
                <w:sz w:val="28"/>
                <w:szCs w:val="28"/>
              </w:rPr>
              <w:t>Ордынского района Новосибирской области</w:t>
            </w:r>
          </w:p>
          <w:p w:rsidR="00D516D5" w:rsidRPr="00F0393E" w:rsidRDefault="00D516D5" w:rsidP="00EF7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16D5" w:rsidRPr="00F0393E" w:rsidRDefault="00D516D5" w:rsidP="00EF7F11">
            <w:pPr>
              <w:pStyle w:val="Heading7"/>
              <w:tabs>
                <w:tab w:val="left" w:pos="840"/>
                <w:tab w:val="center" w:pos="4677"/>
              </w:tabs>
              <w:rPr>
                <w:sz w:val="28"/>
                <w:szCs w:val="28"/>
              </w:rPr>
            </w:pPr>
            <w:r w:rsidRPr="00F0393E">
              <w:rPr>
                <w:b w:val="0"/>
                <w:color w:val="000000"/>
                <w:sz w:val="28"/>
                <w:szCs w:val="28"/>
              </w:rPr>
              <w:t>__________________ Г.А.Жариков</w:t>
            </w:r>
          </w:p>
        </w:tc>
        <w:tc>
          <w:tcPr>
            <w:tcW w:w="4603" w:type="dxa"/>
          </w:tcPr>
          <w:p w:rsidR="00D516D5" w:rsidRPr="00F0393E" w:rsidRDefault="00D516D5" w:rsidP="00EF7F11">
            <w:pPr>
              <w:pStyle w:val="Heading7"/>
              <w:tabs>
                <w:tab w:val="left" w:pos="840"/>
                <w:tab w:val="center" w:pos="4677"/>
              </w:tabs>
              <w:jc w:val="left"/>
              <w:rPr>
                <w:b w:val="0"/>
                <w:sz w:val="28"/>
                <w:szCs w:val="28"/>
              </w:rPr>
            </w:pPr>
            <w:r w:rsidRPr="00F0393E">
              <w:rPr>
                <w:b w:val="0"/>
                <w:sz w:val="28"/>
                <w:szCs w:val="28"/>
              </w:rPr>
              <w:t xml:space="preserve">Председатель Совета депутатов </w:t>
            </w:r>
          </w:p>
          <w:p w:rsidR="00D516D5" w:rsidRPr="00F0393E" w:rsidRDefault="00D516D5" w:rsidP="00EF7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393E">
              <w:rPr>
                <w:rFonts w:ascii="Times New Roman" w:hAnsi="Times New Roman"/>
                <w:sz w:val="28"/>
                <w:szCs w:val="28"/>
              </w:rPr>
              <w:t>Верх-Чикского сельсовета</w:t>
            </w:r>
          </w:p>
          <w:p w:rsidR="00D516D5" w:rsidRPr="00F0393E" w:rsidRDefault="00D516D5" w:rsidP="00EF7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393E">
              <w:rPr>
                <w:rFonts w:ascii="Times New Roman" w:hAnsi="Times New Roman"/>
                <w:sz w:val="28"/>
                <w:szCs w:val="28"/>
              </w:rPr>
              <w:t>Ордынского района</w:t>
            </w:r>
          </w:p>
          <w:p w:rsidR="00D516D5" w:rsidRPr="00F0393E" w:rsidRDefault="00D516D5" w:rsidP="00EF7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393E">
              <w:rPr>
                <w:rFonts w:ascii="Times New Roman" w:hAnsi="Times New Roman"/>
                <w:sz w:val="28"/>
                <w:szCs w:val="28"/>
              </w:rPr>
              <w:t>Новосибирской области:</w:t>
            </w:r>
          </w:p>
          <w:p w:rsidR="00D516D5" w:rsidRPr="00F0393E" w:rsidRDefault="00D516D5" w:rsidP="00EF7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393E">
              <w:rPr>
                <w:rFonts w:ascii="Times New Roman" w:hAnsi="Times New Roman"/>
                <w:sz w:val="28"/>
                <w:szCs w:val="28"/>
              </w:rPr>
              <w:t>________________ Г.А.Жариков</w:t>
            </w:r>
          </w:p>
        </w:tc>
      </w:tr>
    </w:tbl>
    <w:p w:rsidR="00D516D5" w:rsidRPr="00F0393E" w:rsidRDefault="00D516D5" w:rsidP="005E281B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p w:rsidR="00D516D5" w:rsidRPr="00F0393E" w:rsidRDefault="00D516D5" w:rsidP="005E281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16D5" w:rsidRPr="00F0393E" w:rsidRDefault="00D516D5" w:rsidP="007803C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6D5" w:rsidRPr="00F0393E" w:rsidRDefault="00D516D5">
      <w:pPr>
        <w:rPr>
          <w:rFonts w:ascii="Times New Roman" w:hAnsi="Times New Roman"/>
          <w:sz w:val="28"/>
          <w:szCs w:val="28"/>
        </w:rPr>
      </w:pPr>
    </w:p>
    <w:sectPr w:rsidR="00D516D5" w:rsidRPr="00F0393E" w:rsidSect="00A202D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81B"/>
    <w:rsid w:val="005E281B"/>
    <w:rsid w:val="006A48F1"/>
    <w:rsid w:val="00753C4C"/>
    <w:rsid w:val="007803C1"/>
    <w:rsid w:val="00790BA4"/>
    <w:rsid w:val="0086120C"/>
    <w:rsid w:val="008726DE"/>
    <w:rsid w:val="0092722B"/>
    <w:rsid w:val="009A59FF"/>
    <w:rsid w:val="00A202DD"/>
    <w:rsid w:val="00A51420"/>
    <w:rsid w:val="00B037BA"/>
    <w:rsid w:val="00B1252A"/>
    <w:rsid w:val="00B14FE4"/>
    <w:rsid w:val="00B40984"/>
    <w:rsid w:val="00BC1FFA"/>
    <w:rsid w:val="00D516D5"/>
    <w:rsid w:val="00EF7F11"/>
    <w:rsid w:val="00F0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FA"/>
    <w:pPr>
      <w:spacing w:after="200" w:line="276" w:lineRule="auto"/>
    </w:p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F0393E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1252A"/>
    <w:pPr>
      <w:ind w:left="720"/>
      <w:contextualSpacing/>
    </w:pPr>
  </w:style>
  <w:style w:type="character" w:customStyle="1" w:styleId="BodyTextChar1">
    <w:name w:val="Body Text Char1"/>
    <w:link w:val="BodyText"/>
    <w:uiPriority w:val="99"/>
    <w:locked/>
    <w:rsid w:val="00F0393E"/>
    <w:rPr>
      <w:rFonts w:ascii="Calibri" w:hAnsi="Calibri" w:cs="Times New Roman"/>
      <w:sz w:val="22"/>
      <w:szCs w:val="22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semiHidden/>
    <w:rsid w:val="00F039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customStyle="1" w:styleId="ConsPlusNormal">
    <w:name w:val="ConsPlusNormal"/>
    <w:uiPriority w:val="99"/>
    <w:rsid w:val="00F039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2</Pages>
  <Words>484</Words>
  <Characters>2761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Алексeй</dc:creator>
  <cp:keywords/>
  <dc:description/>
  <cp:lastModifiedBy>Ольга</cp:lastModifiedBy>
  <cp:revision>7</cp:revision>
  <cp:lastPrinted>2017-08-30T06:16:00Z</cp:lastPrinted>
  <dcterms:created xsi:type="dcterms:W3CDTF">2017-08-11T03:30:00Z</dcterms:created>
  <dcterms:modified xsi:type="dcterms:W3CDTF">2017-08-30T06:18:00Z</dcterms:modified>
</cp:coreProperties>
</file>